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E88FEAA"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AC16E2">
              <w:t>6</w:t>
            </w:r>
            <w:bookmarkStart w:id="0" w:name="_GoBack"/>
            <w:bookmarkEnd w:id="0"/>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6FB5E9BF" w:rsidR="00F1480E" w:rsidRPr="000754EC" w:rsidRDefault="00E933B0" w:rsidP="000754EC">
            <w:pPr>
              <w:pStyle w:val="SIUNITCODE"/>
            </w:pPr>
            <w:r>
              <w:t>AHC</w:t>
            </w:r>
            <w:r w:rsidR="00AB51ED">
              <w:t>BAC</w:t>
            </w:r>
            <w:r w:rsidR="0058449A">
              <w:t>30</w:t>
            </w:r>
            <w:r w:rsidR="0022447A">
              <w:t>8</w:t>
            </w:r>
          </w:p>
        </w:tc>
        <w:tc>
          <w:tcPr>
            <w:tcW w:w="3604" w:type="pct"/>
            <w:shd w:val="clear" w:color="auto" w:fill="auto"/>
          </w:tcPr>
          <w:p w14:paraId="68240ED7" w14:textId="162B3992" w:rsidR="00F1480E" w:rsidRPr="000754EC" w:rsidRDefault="0022447A" w:rsidP="000754EC">
            <w:pPr>
              <w:pStyle w:val="SIUnittitle"/>
            </w:pPr>
            <w:r w:rsidRPr="0022447A">
              <w:t>Undertake agricultural crop harvesting activities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3AD255B" w14:textId="248AAF84" w:rsidR="0022447A" w:rsidRPr="0022447A" w:rsidRDefault="0022447A" w:rsidP="0022447A">
            <w:pPr>
              <w:pStyle w:val="SIText"/>
            </w:pPr>
            <w:r w:rsidRPr="0022447A">
              <w:t xml:space="preserve">This unit of competency describes the skills and knowledge required to </w:t>
            </w:r>
            <w:r w:rsidR="008A7A24">
              <w:t>prepare equipment and resources for crop harvesting, determine crop readiness for harvest and harvest a crop safely and efficiently</w:t>
            </w:r>
            <w:r w:rsidRPr="0022447A">
              <w:t>.</w:t>
            </w:r>
          </w:p>
          <w:p w14:paraId="16FB2482" w14:textId="77777777" w:rsidR="008203ED" w:rsidRPr="0022447A" w:rsidRDefault="008203ED" w:rsidP="0022447A">
            <w:pPr>
              <w:pStyle w:val="SIText"/>
            </w:pPr>
          </w:p>
          <w:p w14:paraId="3DC59435" w14:textId="21476226" w:rsidR="0022447A" w:rsidRPr="0022447A" w:rsidRDefault="00650408" w:rsidP="0022447A">
            <w:pPr>
              <w:pStyle w:val="SIText"/>
            </w:pPr>
            <w:r>
              <w:t>The unit applies to individuals</w:t>
            </w:r>
            <w:r w:rsidR="0022447A" w:rsidRPr="0022447A">
              <w:t xml:space="preserve"> who work under broad direction and take responsibility for own work including limited responsibility for the work of others. They use discretion and judgement in the selection and use of available resources and complete routine activities.</w:t>
            </w:r>
          </w:p>
          <w:p w14:paraId="5FD38C18" w14:textId="77777777" w:rsidR="0022447A" w:rsidRPr="0022447A" w:rsidRDefault="0022447A" w:rsidP="0022447A">
            <w:pPr>
              <w:pStyle w:val="SIText"/>
            </w:pPr>
          </w:p>
          <w:p w14:paraId="034C6C33" w14:textId="4A8D0B6B" w:rsidR="00373436" w:rsidRPr="000754EC" w:rsidRDefault="00063460" w:rsidP="0022447A">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1FFBE9E1"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447A" w:rsidRPr="00963A46" w14:paraId="2F5B2555" w14:textId="77777777" w:rsidTr="00CA2922">
        <w:trPr>
          <w:cantSplit/>
        </w:trPr>
        <w:tc>
          <w:tcPr>
            <w:tcW w:w="1396" w:type="pct"/>
            <w:shd w:val="clear" w:color="auto" w:fill="auto"/>
          </w:tcPr>
          <w:p w14:paraId="06314A52" w14:textId="572B9811" w:rsidR="0022447A" w:rsidRPr="0022447A" w:rsidRDefault="0022447A" w:rsidP="0022447A">
            <w:pPr>
              <w:pStyle w:val="SIText"/>
            </w:pPr>
            <w:r w:rsidRPr="0022447A">
              <w:t>1. Prepare to harvest agricultural crops</w:t>
            </w:r>
          </w:p>
        </w:tc>
        <w:tc>
          <w:tcPr>
            <w:tcW w:w="3604" w:type="pct"/>
            <w:shd w:val="clear" w:color="auto" w:fill="auto"/>
          </w:tcPr>
          <w:p w14:paraId="3E759CAB" w14:textId="36EEFA42" w:rsidR="0022447A" w:rsidRPr="0022447A" w:rsidRDefault="0022447A" w:rsidP="0022447A">
            <w:r w:rsidRPr="0022447A">
              <w:t xml:space="preserve">1.1 Determine requirements for work </w:t>
            </w:r>
            <w:r w:rsidR="00D32CC2">
              <w:t>according to</w:t>
            </w:r>
            <w:r w:rsidRPr="0022447A">
              <w:t xml:space="preserve"> harvest strategy and confirm with supervisor</w:t>
            </w:r>
          </w:p>
          <w:p w14:paraId="41081374" w14:textId="668C0F4C" w:rsidR="0022447A" w:rsidRPr="0022447A" w:rsidRDefault="0022447A" w:rsidP="0022447A">
            <w:r w:rsidRPr="0022447A">
              <w:t xml:space="preserve">1.2 </w:t>
            </w:r>
            <w:r w:rsidR="00D32CC2" w:rsidRPr="00D32CC2">
              <w:t>Identify work health and safety hazards, assess risk and implement controls according to workplace procedures</w:t>
            </w:r>
          </w:p>
          <w:p w14:paraId="6DDF1FFB" w14:textId="2AED7BF5" w:rsidR="0022447A" w:rsidRPr="0022447A" w:rsidRDefault="0022447A" w:rsidP="0022447A">
            <w:r w:rsidRPr="0022447A">
              <w:t>1.3 Select</w:t>
            </w:r>
            <w:r w:rsidR="00D32CC2">
              <w:t xml:space="preserve">, check, use </w:t>
            </w:r>
            <w:r w:rsidRPr="0022447A">
              <w:t>and maintain personal protective equipment</w:t>
            </w:r>
          </w:p>
          <w:p w14:paraId="1C1EC779" w14:textId="611F863A" w:rsidR="0022447A" w:rsidRPr="0022447A" w:rsidRDefault="0022447A" w:rsidP="0022447A">
            <w:r w:rsidRPr="0022447A">
              <w:t>1.</w:t>
            </w:r>
            <w:r w:rsidR="004A7DC6">
              <w:t>4</w:t>
            </w:r>
            <w:r w:rsidRPr="0022447A">
              <w:t xml:space="preserve"> Complete windrowing or swathing </w:t>
            </w:r>
            <w:r w:rsidR="00D32CC2">
              <w:t xml:space="preserve">according to workplace and environmental procedures </w:t>
            </w:r>
          </w:p>
          <w:p w14:paraId="63D73A22" w14:textId="116D541D" w:rsidR="0022447A" w:rsidRPr="0022447A" w:rsidRDefault="0022447A" w:rsidP="0022447A">
            <w:r w:rsidRPr="0022447A">
              <w:t>1.</w:t>
            </w:r>
            <w:r w:rsidR="004A7DC6">
              <w:t>5</w:t>
            </w:r>
            <w:r w:rsidRPr="0022447A">
              <w:t xml:space="preserve"> Sample crop for moisture content and report to supervisor to assess timing of harvest</w:t>
            </w:r>
          </w:p>
          <w:p w14:paraId="1696B99B" w14:textId="35A39FC1" w:rsidR="0022447A" w:rsidRPr="0022447A" w:rsidRDefault="0022447A" w:rsidP="004A7DC6">
            <w:r w:rsidRPr="0022447A">
              <w:t>1.</w:t>
            </w:r>
            <w:r w:rsidR="004A7DC6">
              <w:t>6</w:t>
            </w:r>
            <w:r w:rsidRPr="0022447A">
              <w:t xml:space="preserve"> Identify hygiene </w:t>
            </w:r>
            <w:r w:rsidR="00D32CC2">
              <w:t>requirements</w:t>
            </w:r>
            <w:r w:rsidR="00D32CC2" w:rsidRPr="0022447A">
              <w:t xml:space="preserve"> </w:t>
            </w:r>
            <w:r w:rsidRPr="0022447A">
              <w:t xml:space="preserve">for the crop and paddock </w:t>
            </w:r>
            <w:r w:rsidR="00D32CC2">
              <w:t xml:space="preserve">according to </w:t>
            </w:r>
            <w:r w:rsidRPr="0022447A">
              <w:t>harvest strategy</w:t>
            </w:r>
            <w:r w:rsidR="00D32CC2">
              <w:t xml:space="preserve">, standards and </w:t>
            </w:r>
            <w:r w:rsidRPr="0022447A">
              <w:t>storage plan</w:t>
            </w:r>
          </w:p>
        </w:tc>
      </w:tr>
      <w:tr w:rsidR="0022447A" w:rsidRPr="00963A46" w14:paraId="6D79A7FA" w14:textId="77777777" w:rsidTr="00CA2922">
        <w:trPr>
          <w:cantSplit/>
        </w:trPr>
        <w:tc>
          <w:tcPr>
            <w:tcW w:w="1396" w:type="pct"/>
            <w:shd w:val="clear" w:color="auto" w:fill="auto"/>
          </w:tcPr>
          <w:p w14:paraId="56B4064B" w14:textId="2AD7D786" w:rsidR="0022447A" w:rsidRPr="0022447A" w:rsidRDefault="0022447A" w:rsidP="0022447A">
            <w:pPr>
              <w:pStyle w:val="SIText"/>
            </w:pPr>
            <w:r w:rsidRPr="0022447A">
              <w:t>2. Prepare the harvesting equipment</w:t>
            </w:r>
          </w:p>
        </w:tc>
        <w:tc>
          <w:tcPr>
            <w:tcW w:w="3604" w:type="pct"/>
            <w:shd w:val="clear" w:color="auto" w:fill="auto"/>
          </w:tcPr>
          <w:p w14:paraId="35740B51" w14:textId="61347612" w:rsidR="0022447A" w:rsidRPr="0022447A" w:rsidRDefault="0022447A" w:rsidP="0022447A">
            <w:r w:rsidRPr="0022447A">
              <w:t xml:space="preserve">2.1 Clean harvesting machinery and other equipment </w:t>
            </w:r>
            <w:r w:rsidR="00D32CC2">
              <w:t>according to hygiene and biosecurity standards</w:t>
            </w:r>
          </w:p>
          <w:p w14:paraId="3FE301E2" w14:textId="117E48EB" w:rsidR="0022447A" w:rsidRPr="0022447A" w:rsidRDefault="0022447A" w:rsidP="0022447A">
            <w:r w:rsidRPr="0022447A">
              <w:t xml:space="preserve">2.2 Assess and service machinery and equipment and </w:t>
            </w:r>
            <w:r w:rsidR="006F1D21">
              <w:t xml:space="preserve">make adjustments and repairs </w:t>
            </w:r>
          </w:p>
          <w:p w14:paraId="6BB72E57" w14:textId="313A6EBE" w:rsidR="0022447A" w:rsidRPr="0022447A" w:rsidRDefault="0022447A" w:rsidP="004A7DC6">
            <w:pPr>
              <w:pStyle w:val="SIText"/>
            </w:pPr>
            <w:r w:rsidRPr="0022447A">
              <w:t>2.</w:t>
            </w:r>
            <w:r w:rsidR="004A7DC6">
              <w:t>3</w:t>
            </w:r>
            <w:r w:rsidRPr="0022447A">
              <w:t xml:space="preserve"> Record maintenance and servicing activities </w:t>
            </w:r>
            <w:r w:rsidR="006F1D21">
              <w:t>according to procedures</w:t>
            </w:r>
          </w:p>
        </w:tc>
      </w:tr>
      <w:tr w:rsidR="0022447A" w:rsidRPr="00963A46" w14:paraId="16CD00DC" w14:textId="77777777" w:rsidTr="00CA2922">
        <w:trPr>
          <w:cantSplit/>
        </w:trPr>
        <w:tc>
          <w:tcPr>
            <w:tcW w:w="1396" w:type="pct"/>
            <w:shd w:val="clear" w:color="auto" w:fill="auto"/>
          </w:tcPr>
          <w:p w14:paraId="6F2E2312" w14:textId="7E18C822" w:rsidR="0022447A" w:rsidRPr="0022447A" w:rsidRDefault="0022447A" w:rsidP="0022447A">
            <w:pPr>
              <w:pStyle w:val="SIText"/>
            </w:pPr>
            <w:r w:rsidRPr="0022447A">
              <w:t>3. Harvest crops</w:t>
            </w:r>
          </w:p>
        </w:tc>
        <w:tc>
          <w:tcPr>
            <w:tcW w:w="3604" w:type="pct"/>
            <w:shd w:val="clear" w:color="auto" w:fill="auto"/>
          </w:tcPr>
          <w:p w14:paraId="27618251" w14:textId="687043C6" w:rsidR="0022447A" w:rsidRPr="0022447A" w:rsidRDefault="0022447A" w:rsidP="0022447A">
            <w:r w:rsidRPr="0022447A">
              <w:t>3.</w:t>
            </w:r>
            <w:r w:rsidR="00B960E5">
              <w:t>1</w:t>
            </w:r>
            <w:r w:rsidRPr="0022447A">
              <w:t xml:space="preserve"> </w:t>
            </w:r>
            <w:r w:rsidR="004A7DC6">
              <w:t xml:space="preserve">Harvest crop according to </w:t>
            </w:r>
            <w:r w:rsidRPr="0022447A">
              <w:t xml:space="preserve">harvest strategy for each paddock, </w:t>
            </w:r>
          </w:p>
          <w:p w14:paraId="62D112C6" w14:textId="2ADBE1E0" w:rsidR="0022447A" w:rsidRPr="0022447A" w:rsidRDefault="0022447A" w:rsidP="0022447A">
            <w:r w:rsidRPr="0022447A">
              <w:t>3.</w:t>
            </w:r>
            <w:r w:rsidR="00B960E5">
              <w:t>2</w:t>
            </w:r>
            <w:r w:rsidRPr="0022447A">
              <w:t xml:space="preserve"> Operate harvesting machinery and ancillary equipment </w:t>
            </w:r>
            <w:r w:rsidR="004A7DC6">
              <w:t xml:space="preserve">using </w:t>
            </w:r>
            <w:r w:rsidR="004A7DC6" w:rsidRPr="0022447A">
              <w:t>technology to ensure most efficient performance of operations</w:t>
            </w:r>
            <w:r w:rsidR="004A7DC6" w:rsidRPr="004A7DC6">
              <w:t xml:space="preserve"> </w:t>
            </w:r>
            <w:r w:rsidR="004A7DC6">
              <w:t>and conditions</w:t>
            </w:r>
          </w:p>
          <w:p w14:paraId="29AEB483" w14:textId="165C6C29" w:rsidR="0022447A" w:rsidRPr="0022447A" w:rsidRDefault="0022447A" w:rsidP="0022447A">
            <w:r w:rsidRPr="0022447A">
              <w:t>3.</w:t>
            </w:r>
            <w:r w:rsidR="004A7DC6">
              <w:t>3</w:t>
            </w:r>
            <w:r w:rsidRPr="0022447A">
              <w:t xml:space="preserve"> Maintain </w:t>
            </w:r>
            <w:r w:rsidR="004A7DC6">
              <w:t xml:space="preserve">equipment </w:t>
            </w:r>
            <w:r w:rsidRPr="0022447A">
              <w:t xml:space="preserve">hygiene </w:t>
            </w:r>
            <w:r w:rsidR="004A7DC6">
              <w:t>and biosecurity procedures during crop harvest</w:t>
            </w:r>
          </w:p>
          <w:p w14:paraId="7C104250" w14:textId="7CB1E891" w:rsidR="0022447A" w:rsidRPr="0022447A" w:rsidRDefault="0022447A" w:rsidP="004A7DC6">
            <w:pPr>
              <w:pStyle w:val="SIText"/>
            </w:pPr>
            <w:r w:rsidRPr="0022447A">
              <w:t>3.</w:t>
            </w:r>
            <w:r w:rsidR="004A7DC6">
              <w:t>4</w:t>
            </w:r>
            <w:r w:rsidRPr="0022447A">
              <w:t xml:space="preserve"> Check and adjust harvester and ancillary equipment </w:t>
            </w:r>
            <w:r w:rsidR="004A7DC6">
              <w:t>to ensure efficient and safe operation</w:t>
            </w:r>
          </w:p>
        </w:tc>
      </w:tr>
      <w:tr w:rsidR="0022447A" w:rsidRPr="00963A46" w14:paraId="27F97B6A" w14:textId="77777777" w:rsidTr="00CA2922">
        <w:trPr>
          <w:cantSplit/>
        </w:trPr>
        <w:tc>
          <w:tcPr>
            <w:tcW w:w="1396" w:type="pct"/>
            <w:shd w:val="clear" w:color="auto" w:fill="auto"/>
          </w:tcPr>
          <w:p w14:paraId="207D2289" w14:textId="48E51483" w:rsidR="0022447A" w:rsidRPr="0022447A" w:rsidRDefault="0022447A" w:rsidP="0022447A">
            <w:pPr>
              <w:pStyle w:val="SIText"/>
            </w:pPr>
            <w:r w:rsidRPr="0022447A">
              <w:t>4. Complete harvesting operations</w:t>
            </w:r>
          </w:p>
        </w:tc>
        <w:tc>
          <w:tcPr>
            <w:tcW w:w="3604" w:type="pct"/>
            <w:shd w:val="clear" w:color="auto" w:fill="auto"/>
          </w:tcPr>
          <w:p w14:paraId="1750C786" w14:textId="5033F850" w:rsidR="0022447A" w:rsidRPr="0022447A" w:rsidRDefault="0022447A" w:rsidP="0022447A">
            <w:r w:rsidRPr="0022447A">
              <w:t xml:space="preserve">4.1 Clean and store equipment, attachments and other ancillary equipment </w:t>
            </w:r>
            <w:r w:rsidR="004A7DC6">
              <w:t>according to hygiene and biosecurity procedures</w:t>
            </w:r>
          </w:p>
          <w:p w14:paraId="110322AB" w14:textId="0068B957" w:rsidR="0022447A" w:rsidRPr="0022447A" w:rsidRDefault="0022447A" w:rsidP="0022447A">
            <w:r w:rsidRPr="0022447A">
              <w:t xml:space="preserve">4.2 Apply </w:t>
            </w:r>
            <w:r w:rsidR="004A7DC6">
              <w:t>treatments to crop according to harvest strategy</w:t>
            </w:r>
          </w:p>
          <w:p w14:paraId="4055BC6F" w14:textId="6F099B03" w:rsidR="0022447A" w:rsidRPr="0022447A" w:rsidRDefault="0022447A" w:rsidP="0022447A">
            <w:r w:rsidRPr="0022447A">
              <w:t xml:space="preserve">4.3 </w:t>
            </w:r>
            <w:r w:rsidR="004A7DC6" w:rsidRPr="004A7DC6">
              <w:t>Dispose waste according to workplace and environmental procedures</w:t>
            </w:r>
          </w:p>
          <w:p w14:paraId="342ABEA6" w14:textId="2A2F1DCB" w:rsidR="0022447A" w:rsidRPr="0022447A" w:rsidRDefault="0022447A" w:rsidP="0022447A">
            <w:r w:rsidRPr="0022447A">
              <w:t xml:space="preserve">4.4 </w:t>
            </w:r>
            <w:r w:rsidR="004A7DC6">
              <w:t>Ensure</w:t>
            </w:r>
            <w:r w:rsidR="004A7DC6" w:rsidRPr="0022447A">
              <w:t xml:space="preserve"> </w:t>
            </w:r>
            <w:r w:rsidRPr="0022447A">
              <w:t xml:space="preserve">harvesting equipment is moved between sites and on public </w:t>
            </w:r>
            <w:r w:rsidR="004A7DC6">
              <w:t>property according to workplace procedures and regulatory requirements</w:t>
            </w:r>
          </w:p>
          <w:p w14:paraId="7BA299F6" w14:textId="3612C21E" w:rsidR="0022447A" w:rsidRPr="0022447A" w:rsidRDefault="0022447A" w:rsidP="0022447A">
            <w:r w:rsidRPr="0022447A">
              <w:t xml:space="preserve">4.5 </w:t>
            </w:r>
            <w:r w:rsidR="004A7DC6">
              <w:t>Maintain r</w:t>
            </w:r>
            <w:r w:rsidRPr="0022447A">
              <w:t xml:space="preserve">ecords and documentation </w:t>
            </w:r>
            <w:r w:rsidR="004A7DC6">
              <w:t>according to workplace procedures</w:t>
            </w:r>
          </w:p>
        </w:tc>
      </w:tr>
    </w:tbl>
    <w:p w14:paraId="51A6ACE5" w14:textId="77777777" w:rsidR="005F771F" w:rsidRDefault="005F771F" w:rsidP="005F771F">
      <w:pPr>
        <w:pStyle w:val="SIText"/>
      </w:pPr>
    </w:p>
    <w:p w14:paraId="7AD5B3C5" w14:textId="77777777" w:rsidR="00F1480E" w:rsidRPr="00DD0726" w:rsidRDefault="00F1480E" w:rsidP="005D5D2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lastRenderedPageBreak/>
              <w:t>F</w:t>
            </w:r>
            <w:r w:rsidRPr="000754EC">
              <w:t>oundation Skills</w:t>
            </w:r>
          </w:p>
          <w:p w14:paraId="0CAD316F" w14:textId="4A74BDD3"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203ED" w:rsidRPr="00305AC8" w:rsidDel="00423CB2" w14:paraId="1CF24FD6" w14:textId="77777777" w:rsidTr="00CA2922">
        <w:tc>
          <w:tcPr>
            <w:tcW w:w="1396" w:type="pct"/>
          </w:tcPr>
          <w:p w14:paraId="6D88B952" w14:textId="2023C058" w:rsidR="008203ED" w:rsidRPr="005D5D2C" w:rsidRDefault="008203ED" w:rsidP="005D5D2C">
            <w:pPr>
              <w:pStyle w:val="SIText"/>
            </w:pPr>
            <w:r w:rsidRPr="005D5D2C">
              <w:t>Reading</w:t>
            </w:r>
          </w:p>
        </w:tc>
        <w:tc>
          <w:tcPr>
            <w:tcW w:w="3604" w:type="pct"/>
          </w:tcPr>
          <w:p w14:paraId="1B7CC730" w14:textId="169027A0" w:rsidR="008203ED" w:rsidRPr="005D5D2C" w:rsidRDefault="006F2BEB" w:rsidP="005D5D2C">
            <w:pPr>
              <w:pStyle w:val="SIBulletList1"/>
            </w:pPr>
            <w:r w:rsidRPr="005D5D2C">
              <w:t>Interpret work plans and strategies to elicit harvesting work requirements and activities</w:t>
            </w:r>
          </w:p>
        </w:tc>
      </w:tr>
      <w:tr w:rsidR="008203ED" w:rsidRPr="00305AC8" w:rsidDel="00423CB2" w14:paraId="6B141E89" w14:textId="77777777" w:rsidTr="00CA2922">
        <w:tc>
          <w:tcPr>
            <w:tcW w:w="1396" w:type="pct"/>
          </w:tcPr>
          <w:p w14:paraId="606DA488" w14:textId="748EDEAD" w:rsidR="008203ED" w:rsidRPr="005D5D2C" w:rsidRDefault="00255CEA" w:rsidP="005D5D2C">
            <w:pPr>
              <w:pStyle w:val="SIText"/>
            </w:pPr>
            <w:r w:rsidRPr="005D5D2C">
              <w:t>Numeracy</w:t>
            </w:r>
          </w:p>
        </w:tc>
        <w:tc>
          <w:tcPr>
            <w:tcW w:w="3604" w:type="pct"/>
          </w:tcPr>
          <w:p w14:paraId="694DDC95" w14:textId="1EFE921F" w:rsidR="008203ED" w:rsidRPr="005D5D2C" w:rsidRDefault="006F2BEB" w:rsidP="005D5D2C">
            <w:pPr>
              <w:pStyle w:val="SIBulletList1"/>
              <w:rPr>
                <w:rFonts w:eastAsia="Calibri"/>
              </w:rPr>
            </w:pPr>
            <w:r w:rsidRPr="005D5D2C">
              <w:t>Calculate rates of application crop treatments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305AC8" w14:paraId="7EFB7203" w14:textId="77777777" w:rsidTr="00F33FF2">
        <w:tc>
          <w:tcPr>
            <w:tcW w:w="1028" w:type="pct"/>
          </w:tcPr>
          <w:p w14:paraId="16FCD9AD" w14:textId="77777777" w:rsidR="00DA54B5" w:rsidRPr="00607B17" w:rsidRDefault="008203ED" w:rsidP="00607B17">
            <w:pPr>
              <w:pStyle w:val="SIText"/>
            </w:pPr>
            <w:r w:rsidRPr="00607B17">
              <w:t>AHCBAC308 Undertake agricultural crop harvesting activities</w:t>
            </w:r>
          </w:p>
          <w:p w14:paraId="6B803FA7" w14:textId="10D03361" w:rsidR="008203ED" w:rsidRPr="005D5D2C" w:rsidRDefault="008203ED" w:rsidP="00607B17">
            <w:pPr>
              <w:pStyle w:val="SIText"/>
            </w:pPr>
            <w:r w:rsidRPr="005D5D2C">
              <w:t>Release 2</w:t>
            </w:r>
          </w:p>
        </w:tc>
        <w:tc>
          <w:tcPr>
            <w:tcW w:w="1105" w:type="pct"/>
          </w:tcPr>
          <w:p w14:paraId="1E4FCCEF" w14:textId="77777777" w:rsidR="00DA54B5" w:rsidRPr="00305AC8" w:rsidRDefault="008203ED" w:rsidP="00677BE4">
            <w:pPr>
              <w:pStyle w:val="SIText"/>
            </w:pPr>
            <w:r w:rsidRPr="00677BE4">
              <w:t>AHCBAC308 Undertake agricultural crop harvesting activities</w:t>
            </w:r>
          </w:p>
          <w:p w14:paraId="3216D365" w14:textId="1A51331D" w:rsidR="008203ED" w:rsidRPr="00305AC8" w:rsidRDefault="008203ED" w:rsidP="00305AC8">
            <w:pPr>
              <w:pStyle w:val="SIText"/>
            </w:pPr>
            <w:r w:rsidRPr="00305AC8">
              <w:t>Release 1</w:t>
            </w:r>
          </w:p>
        </w:tc>
        <w:tc>
          <w:tcPr>
            <w:tcW w:w="1251" w:type="pct"/>
          </w:tcPr>
          <w:p w14:paraId="30B8888F" w14:textId="39EC4E83" w:rsidR="00DA54B5" w:rsidRPr="00607B17" w:rsidRDefault="00B27EF2" w:rsidP="00305AC8">
            <w:pPr>
              <w:pStyle w:val="SIText"/>
            </w:pPr>
            <w:r w:rsidRPr="00607B17">
              <w:t>Changes to Application. Changes to sequencing and editing of Performance Criteria. Added Foundation Skills. Updated Performance Evidence, Knowledge Evidence and Assessment Conditions</w:t>
            </w:r>
          </w:p>
        </w:tc>
        <w:tc>
          <w:tcPr>
            <w:tcW w:w="1616" w:type="pct"/>
          </w:tcPr>
          <w:p w14:paraId="325B98A3" w14:textId="669F44EC" w:rsidR="00DA54B5" w:rsidRPr="00607B17" w:rsidRDefault="00B27EF2" w:rsidP="00305AC8">
            <w:pPr>
              <w:pStyle w:val="SIText"/>
            </w:pPr>
            <w:r w:rsidRPr="00607B17">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3B20A2F" w:rsidR="00556C4C" w:rsidRPr="000754EC" w:rsidRDefault="00556C4C" w:rsidP="000754EC">
            <w:pPr>
              <w:pStyle w:val="SIUnittitle"/>
            </w:pPr>
            <w:r w:rsidRPr="00F56827">
              <w:t xml:space="preserve">Assessment requirements for </w:t>
            </w:r>
            <w:r w:rsidR="0022447A" w:rsidRPr="0022447A">
              <w:t>AHCBAC308 Undertake agricultural crop harvesting activities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305AC8" w14:paraId="35611450" w14:textId="77777777" w:rsidTr="00113678">
        <w:tc>
          <w:tcPr>
            <w:tcW w:w="5000" w:type="pct"/>
            <w:gridSpan w:val="2"/>
            <w:shd w:val="clear" w:color="auto" w:fill="auto"/>
          </w:tcPr>
          <w:p w14:paraId="6C52247C" w14:textId="77777777" w:rsidR="00DA54B5" w:rsidRPr="00305AC8" w:rsidRDefault="00DA54B5" w:rsidP="00677BE4">
            <w:pPr>
              <w:pStyle w:val="SIText"/>
            </w:pPr>
            <w:r w:rsidRPr="00305AC8">
              <w:t xml:space="preserve">An individual demonstrating competency must satisfy all of the elements and performance criteria in this unit. </w:t>
            </w:r>
          </w:p>
          <w:p w14:paraId="6889BB6A" w14:textId="5FF8FCF0" w:rsidR="0022447A" w:rsidRPr="00305AC8" w:rsidRDefault="00183B41" w:rsidP="00305AC8">
            <w:pPr>
              <w:pStyle w:val="SIText"/>
            </w:pPr>
            <w:r w:rsidRPr="00305AC8">
              <w:t xml:space="preserve">There must be evidence that the individual has </w:t>
            </w:r>
            <w:r w:rsidR="005D5D2C" w:rsidRPr="00305AC8">
              <w:t xml:space="preserve">harvested </w:t>
            </w:r>
            <w:commentRangeStart w:id="1"/>
            <w:r w:rsidR="005D5D2C" w:rsidRPr="00305AC8">
              <w:t xml:space="preserve">at least one agricultural crop </w:t>
            </w:r>
            <w:commentRangeEnd w:id="1"/>
            <w:r w:rsidR="00305AC8">
              <w:rPr>
                <w:lang w:eastAsia="en-AU"/>
              </w:rPr>
              <w:commentReference w:id="1"/>
            </w:r>
            <w:r w:rsidR="005D5D2C" w:rsidRPr="00305AC8">
              <w:t>and has:</w:t>
            </w:r>
          </w:p>
          <w:p w14:paraId="30E375FB" w14:textId="77777777" w:rsidR="000F1B7C" w:rsidRDefault="000F1B7C" w:rsidP="000F1B7C">
            <w:pPr>
              <w:pStyle w:val="SIBulletList1"/>
            </w:pPr>
            <w:r w:rsidRPr="00AF30D0">
              <w:t>sample</w:t>
            </w:r>
            <w:r>
              <w:t>d</w:t>
            </w:r>
            <w:r w:rsidRPr="00AF30D0">
              <w:t xml:space="preserve"> crops to assess </w:t>
            </w:r>
            <w:r>
              <w:t>readiness for harvest, including:</w:t>
            </w:r>
          </w:p>
          <w:p w14:paraId="2131FBD9" w14:textId="77777777" w:rsidR="000F1B7C" w:rsidRDefault="000F1B7C" w:rsidP="000F1B7C">
            <w:pPr>
              <w:pStyle w:val="SIBulletList2"/>
            </w:pPr>
            <w:r w:rsidRPr="00AF30D0">
              <w:t>moisture content</w:t>
            </w:r>
          </w:p>
          <w:p w14:paraId="15976942" w14:textId="77777777" w:rsidR="000F1B7C" w:rsidRPr="000F1B7C" w:rsidRDefault="000F1B7C" w:rsidP="000F1B7C">
            <w:pPr>
              <w:pStyle w:val="SIBulletList2"/>
            </w:pPr>
            <w:r w:rsidRPr="00AF30D0">
              <w:t>maturity/ripeness of the crop</w:t>
            </w:r>
          </w:p>
          <w:p w14:paraId="6D304169" w14:textId="0268916B" w:rsidR="0022447A" w:rsidRPr="00305AC8" w:rsidRDefault="0022447A" w:rsidP="00305AC8">
            <w:pPr>
              <w:pStyle w:val="SIBulletList1"/>
            </w:pPr>
            <w:r w:rsidRPr="00305AC8">
              <w:t>operate</w:t>
            </w:r>
            <w:r w:rsidR="005D5D2C" w:rsidRPr="00305AC8">
              <w:t>d</w:t>
            </w:r>
            <w:r w:rsidRPr="00305AC8">
              <w:t xml:space="preserve"> crop harvesting machinery and equipment</w:t>
            </w:r>
            <w:r w:rsidR="005D5D2C" w:rsidRPr="00305AC8">
              <w:t>, including:</w:t>
            </w:r>
          </w:p>
          <w:p w14:paraId="372F4091" w14:textId="0E6C245A" w:rsidR="005D5D2C" w:rsidRPr="005D5D2C" w:rsidRDefault="005D5D2C" w:rsidP="00305AC8">
            <w:pPr>
              <w:pStyle w:val="SIBulletList2"/>
            </w:pPr>
            <w:r w:rsidRPr="000538CC">
              <w:t>handle</w:t>
            </w:r>
            <w:r>
              <w:t>d</w:t>
            </w:r>
            <w:r w:rsidRPr="000538CC">
              <w:t xml:space="preserve"> and manoeuvre</w:t>
            </w:r>
            <w:r>
              <w:t>d</w:t>
            </w:r>
            <w:r w:rsidRPr="000538CC">
              <w:t xml:space="preserve"> harvesting equipment</w:t>
            </w:r>
          </w:p>
          <w:p w14:paraId="30FC72A0" w14:textId="13B69AC0" w:rsidR="005D5D2C" w:rsidRDefault="0022447A" w:rsidP="00305AC8">
            <w:pPr>
              <w:pStyle w:val="SIBulletList2"/>
            </w:pPr>
            <w:r w:rsidRPr="00305AC8">
              <w:t>use</w:t>
            </w:r>
            <w:r w:rsidR="005D5D2C">
              <w:t xml:space="preserve">d </w:t>
            </w:r>
            <w:r w:rsidRPr="00305AC8">
              <w:t>technology to improve efficiency</w:t>
            </w:r>
          </w:p>
          <w:p w14:paraId="0A374F9F" w14:textId="26AF462B" w:rsidR="005D5D2C" w:rsidRPr="005D5D2C" w:rsidRDefault="000F1B7C" w:rsidP="00305AC8">
            <w:pPr>
              <w:pStyle w:val="SIBulletList2"/>
            </w:pPr>
            <w:r>
              <w:t>implemented</w:t>
            </w:r>
            <w:r w:rsidR="005D5D2C" w:rsidRPr="00903232">
              <w:t xml:space="preserve"> pre- and post-operational checks on tools, harvesting machinery and equipment</w:t>
            </w:r>
          </w:p>
          <w:p w14:paraId="7E6DA742" w14:textId="207F52E7" w:rsidR="005D5D2C" w:rsidRDefault="005D5D2C" w:rsidP="005D5D2C">
            <w:pPr>
              <w:pStyle w:val="SIBulletList2"/>
            </w:pPr>
            <w:r w:rsidRPr="005D5D2C">
              <w:t>perform</w:t>
            </w:r>
            <w:r>
              <w:t>ed</w:t>
            </w:r>
            <w:r w:rsidRPr="005D5D2C">
              <w:t xml:space="preserve"> routine, service and maintenance procedures on tools, harvesting machinery and equipment</w:t>
            </w:r>
          </w:p>
          <w:p w14:paraId="00AE035A" w14:textId="7494CAD7" w:rsidR="005D5D2C" w:rsidRDefault="005D5D2C" w:rsidP="005D5D2C">
            <w:pPr>
              <w:pStyle w:val="SIBulletList2"/>
            </w:pPr>
            <w:r w:rsidRPr="005D5D2C">
              <w:t>transport</w:t>
            </w:r>
            <w:r>
              <w:t>ed</w:t>
            </w:r>
            <w:r w:rsidRPr="005D5D2C">
              <w:t>, clean</w:t>
            </w:r>
            <w:r>
              <w:t>ed</w:t>
            </w:r>
            <w:r w:rsidRPr="005D5D2C">
              <w:t xml:space="preserve"> and store</w:t>
            </w:r>
            <w:r>
              <w:t>d</w:t>
            </w:r>
            <w:r w:rsidRPr="005D5D2C">
              <w:t xml:space="preserve"> harvesting equipment</w:t>
            </w:r>
          </w:p>
          <w:p w14:paraId="49D8A42C" w14:textId="77777777" w:rsidR="000F1B7C" w:rsidRDefault="000F1B7C" w:rsidP="000F1B7C">
            <w:pPr>
              <w:pStyle w:val="SIBulletList2"/>
            </w:pPr>
            <w:r w:rsidRPr="000F1B7C">
              <w:t>monitored efficiency of harvesting equipment</w:t>
            </w:r>
          </w:p>
          <w:p w14:paraId="090DDEEC" w14:textId="4D8C784C" w:rsidR="000F1B7C" w:rsidRPr="000F1B7C" w:rsidRDefault="000F1B7C" w:rsidP="000F1B7C">
            <w:pPr>
              <w:pStyle w:val="SIBulletList2"/>
            </w:pPr>
            <w:r w:rsidRPr="000F1B7C">
              <w:t>made adjustments to settings</w:t>
            </w:r>
            <w:r>
              <w:t xml:space="preserve"> to improve harvest efficiency</w:t>
            </w:r>
          </w:p>
          <w:p w14:paraId="11AEBB75" w14:textId="5F5B7125" w:rsidR="0022447A" w:rsidRPr="00305AC8" w:rsidRDefault="0022447A" w:rsidP="00305AC8">
            <w:pPr>
              <w:pStyle w:val="SIBulletList1"/>
            </w:pPr>
            <w:r w:rsidRPr="00305AC8">
              <w:t>implement procedures for seed handling</w:t>
            </w:r>
            <w:r w:rsidR="005D5D2C">
              <w:t xml:space="preserve">, </w:t>
            </w:r>
            <w:r w:rsidRPr="00305AC8">
              <w:t>hygiene</w:t>
            </w:r>
            <w:r w:rsidR="005D5D2C">
              <w:t xml:space="preserve"> and biosecurity</w:t>
            </w:r>
          </w:p>
          <w:p w14:paraId="775A2D39" w14:textId="41FDA533" w:rsidR="0022447A" w:rsidRPr="00305AC8" w:rsidRDefault="0022447A" w:rsidP="00305AC8">
            <w:pPr>
              <w:pStyle w:val="SIBulletList1"/>
            </w:pPr>
            <w:r w:rsidRPr="00305AC8">
              <w:t>identif</w:t>
            </w:r>
            <w:r w:rsidR="005D5D2C">
              <w:t xml:space="preserve">ied health and safety </w:t>
            </w:r>
            <w:r w:rsidRPr="00305AC8">
              <w:t>hazards</w:t>
            </w:r>
            <w:r w:rsidR="005D5D2C">
              <w:t xml:space="preserve">, assessed risk </w:t>
            </w:r>
            <w:r w:rsidRPr="00305AC8">
              <w:t>and implement safety procedures for harvest tasks</w:t>
            </w:r>
            <w:r w:rsidR="005D5D2C">
              <w:t xml:space="preserve"> including:</w:t>
            </w:r>
          </w:p>
          <w:p w14:paraId="0EB3AF37" w14:textId="751205FE" w:rsidR="004A7DC6" w:rsidRDefault="004A7DC6" w:rsidP="00305AC8">
            <w:pPr>
              <w:pStyle w:val="SIBulletList2"/>
            </w:pPr>
            <w:r w:rsidRPr="00305AC8">
              <w:t>implement</w:t>
            </w:r>
            <w:r w:rsidR="005D5D2C">
              <w:t>ed</w:t>
            </w:r>
            <w:r w:rsidRPr="00305AC8">
              <w:t xml:space="preserve"> fire prevention measures</w:t>
            </w:r>
          </w:p>
          <w:p w14:paraId="2D239605" w14:textId="493F12B6" w:rsidR="000F1B7C" w:rsidRPr="00305AC8" w:rsidRDefault="000F1B7C" w:rsidP="00305AC8">
            <w:pPr>
              <w:pStyle w:val="SIBulletList2"/>
            </w:pPr>
            <w:r>
              <w:t>performed harvesting safely</w:t>
            </w:r>
          </w:p>
          <w:p w14:paraId="3F4E2EAA" w14:textId="428D3D0C" w:rsidR="00556C4C" w:rsidRPr="00677BE4" w:rsidRDefault="0022447A" w:rsidP="00305AC8">
            <w:pPr>
              <w:pStyle w:val="SIBulletList1"/>
            </w:pPr>
            <w:r w:rsidRPr="00305AC8">
              <w:t>follow</w:t>
            </w:r>
            <w:r w:rsidR="000F1B7C">
              <w:t>ed</w:t>
            </w:r>
            <w:r w:rsidRPr="00305AC8">
              <w:t xml:space="preserve"> health and safety</w:t>
            </w:r>
            <w:r w:rsidR="000F1B7C">
              <w:t xml:space="preserve">, environmental and biosecurity procedures and </w:t>
            </w:r>
            <w:r w:rsidRPr="00305AC8">
              <w:t>policies</w:t>
            </w:r>
            <w:r w:rsidR="000F1B7C">
              <w:t>.</w:t>
            </w:r>
            <w:r w:rsidRPr="00305AC8">
              <w:t xml:space="preserve">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6671F2D" w14:textId="1C6EAF25" w:rsidR="0022447A" w:rsidRPr="0022447A" w:rsidRDefault="002D24DE" w:rsidP="0022447A">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5B2EBC02" w14:textId="6EFF232D" w:rsidR="0022447A" w:rsidRDefault="0022447A" w:rsidP="0022447A">
            <w:pPr>
              <w:pStyle w:val="SIBulletList1"/>
            </w:pPr>
            <w:r w:rsidRPr="0022447A">
              <w:t>operation of crop harvesting machinery and equipment</w:t>
            </w:r>
            <w:r w:rsidR="00B45138">
              <w:t>, including:</w:t>
            </w:r>
          </w:p>
          <w:p w14:paraId="4CF56F41" w14:textId="77777777" w:rsidR="00B45138" w:rsidRDefault="00B45138" w:rsidP="00305AC8">
            <w:pPr>
              <w:pStyle w:val="SIBulletList2"/>
            </w:pPr>
            <w:r>
              <w:t>safety and use of equipment</w:t>
            </w:r>
          </w:p>
          <w:p w14:paraId="432806C7" w14:textId="77777777" w:rsidR="00B45138" w:rsidRPr="00B45138" w:rsidRDefault="00B45138" w:rsidP="00305AC8">
            <w:pPr>
              <w:pStyle w:val="SIBulletList2"/>
            </w:pPr>
            <w:r w:rsidRPr="0022447A">
              <w:t>handling and manoeuvring of harvesting equipment</w:t>
            </w:r>
          </w:p>
          <w:p w14:paraId="2AEF6D9F" w14:textId="28686D23" w:rsidR="0022447A" w:rsidRDefault="0022447A" w:rsidP="00305AC8">
            <w:pPr>
              <w:pStyle w:val="SIBulletList2"/>
            </w:pPr>
            <w:r w:rsidRPr="0022447A">
              <w:t xml:space="preserve">role of technology </w:t>
            </w:r>
            <w:r w:rsidR="00B45138">
              <w:t>for</w:t>
            </w:r>
            <w:r w:rsidR="00B45138" w:rsidRPr="0022447A">
              <w:t xml:space="preserve"> </w:t>
            </w:r>
            <w:r w:rsidRPr="0022447A">
              <w:t>improving efficiency</w:t>
            </w:r>
          </w:p>
          <w:p w14:paraId="294FF007" w14:textId="0027C9B2" w:rsidR="00B45138" w:rsidRDefault="00B45138" w:rsidP="00305AC8">
            <w:pPr>
              <w:pStyle w:val="SIBulletList2"/>
            </w:pPr>
            <w:r>
              <w:t xml:space="preserve">principles of </w:t>
            </w:r>
            <w:r w:rsidRPr="00B45138">
              <w:t>controlled traffic farming (CTF)</w:t>
            </w:r>
          </w:p>
          <w:p w14:paraId="2FD53047" w14:textId="77777777" w:rsidR="00677BE4" w:rsidRPr="00677BE4" w:rsidRDefault="00677BE4" w:rsidP="00677BE4">
            <w:pPr>
              <w:pStyle w:val="SIBulletList2"/>
            </w:pPr>
            <w:r w:rsidRPr="00677BE4">
              <w:t>pre- and post-operational checks on tools, harvesting machinery and equipment</w:t>
            </w:r>
          </w:p>
          <w:p w14:paraId="6F87E03A" w14:textId="33C3A7AF" w:rsidR="00B45138" w:rsidRPr="0022447A" w:rsidRDefault="00B45138" w:rsidP="00305AC8">
            <w:pPr>
              <w:pStyle w:val="SIBulletList2"/>
            </w:pPr>
            <w:r w:rsidRPr="0022447A">
              <w:t xml:space="preserve">routine, service and maintenance procedures </w:t>
            </w:r>
            <w:r>
              <w:t>for</w:t>
            </w:r>
            <w:r w:rsidRPr="0022447A">
              <w:t xml:space="preserve"> tools, harvesting machinery and equipment</w:t>
            </w:r>
          </w:p>
          <w:p w14:paraId="117159C1" w14:textId="4F0F8E20" w:rsidR="00B45138" w:rsidRDefault="00B45138" w:rsidP="0022447A">
            <w:pPr>
              <w:pStyle w:val="SIBulletList1"/>
            </w:pPr>
            <w:r>
              <w:t>crop features and recognition of readiness for harvesting</w:t>
            </w:r>
            <w:r w:rsidR="00677BE4">
              <w:t>, including:</w:t>
            </w:r>
          </w:p>
          <w:p w14:paraId="22CC3193" w14:textId="77777777" w:rsidR="00677BE4" w:rsidRDefault="00677BE4" w:rsidP="00305AC8">
            <w:pPr>
              <w:pStyle w:val="SIBulletList2"/>
            </w:pPr>
            <w:r>
              <w:t>sampling crops</w:t>
            </w:r>
          </w:p>
          <w:p w14:paraId="0E96A6FA" w14:textId="77777777" w:rsidR="00677BE4" w:rsidRDefault="00677BE4" w:rsidP="00305AC8">
            <w:pPr>
              <w:pStyle w:val="SIBulletList2"/>
            </w:pPr>
            <w:r>
              <w:t>assessing samples for harvesting</w:t>
            </w:r>
          </w:p>
          <w:p w14:paraId="765B0228" w14:textId="3FBC0735" w:rsidR="00677BE4" w:rsidRDefault="00677BE4" w:rsidP="00305AC8">
            <w:pPr>
              <w:pStyle w:val="SIBulletList2"/>
            </w:pPr>
            <w:r>
              <w:t>post-harvest treatments of crops</w:t>
            </w:r>
          </w:p>
          <w:p w14:paraId="76C2FC32" w14:textId="6FB44497" w:rsidR="00B45138" w:rsidRDefault="00B45138" w:rsidP="0022447A">
            <w:pPr>
              <w:pStyle w:val="SIBulletList1"/>
            </w:pPr>
            <w:r>
              <w:t>workplace, federal and international standards for harvested crops</w:t>
            </w:r>
          </w:p>
          <w:p w14:paraId="3E4D3EE2" w14:textId="77777777" w:rsidR="0022447A" w:rsidRDefault="0022447A" w:rsidP="0022447A">
            <w:pPr>
              <w:pStyle w:val="SIBulletList1"/>
            </w:pPr>
            <w:r w:rsidRPr="0022447A">
              <w:t>procedures for seed handling and hygiene</w:t>
            </w:r>
          </w:p>
          <w:p w14:paraId="067D3ADC" w14:textId="492FA531" w:rsidR="00B45138" w:rsidRPr="0022447A" w:rsidRDefault="00677BE4" w:rsidP="00305AC8">
            <w:pPr>
              <w:pStyle w:val="SIBulletList1"/>
            </w:pPr>
            <w:r>
              <w:t xml:space="preserve">workplace health and </w:t>
            </w:r>
            <w:r w:rsidR="00B45138">
              <w:t>safety procedures including:</w:t>
            </w:r>
          </w:p>
          <w:p w14:paraId="5D9D6B2A" w14:textId="43E11B99" w:rsidR="00677BE4" w:rsidRDefault="00677BE4" w:rsidP="00305AC8">
            <w:pPr>
              <w:pStyle w:val="SIBulletList2"/>
            </w:pPr>
            <w:r>
              <w:t>h</w:t>
            </w:r>
            <w:r w:rsidR="0022447A" w:rsidRPr="0022447A">
              <w:t>azard</w:t>
            </w:r>
            <w:r>
              <w:t>s and risk assessment</w:t>
            </w:r>
          </w:p>
          <w:p w14:paraId="7F519D03" w14:textId="2DEC8B68" w:rsidR="00677BE4" w:rsidRDefault="00677BE4" w:rsidP="00305AC8">
            <w:pPr>
              <w:pStyle w:val="SIBulletList2"/>
            </w:pPr>
            <w:r>
              <w:t>machinery hazards</w:t>
            </w:r>
          </w:p>
          <w:p w14:paraId="347240F0" w14:textId="66ACF1EA" w:rsidR="0022447A" w:rsidRPr="0022447A" w:rsidRDefault="00677BE4" w:rsidP="00305AC8">
            <w:pPr>
              <w:pStyle w:val="SIBulletList2"/>
            </w:pPr>
            <w:r>
              <w:t>fire risk for equipment and stored crop</w:t>
            </w:r>
          </w:p>
          <w:p w14:paraId="594042BC" w14:textId="6B572216" w:rsidR="00F1480E" w:rsidRPr="000754EC" w:rsidRDefault="00677BE4" w:rsidP="00305AC8">
            <w:pPr>
              <w:pStyle w:val="SIBulletList1"/>
            </w:pPr>
            <w:r>
              <w:t>workplace</w:t>
            </w:r>
            <w:r w:rsidRPr="0022447A">
              <w:t xml:space="preserve"> </w:t>
            </w:r>
            <w:r>
              <w:t xml:space="preserve">environmental and </w:t>
            </w:r>
            <w:r w:rsidR="0022447A" w:rsidRPr="0022447A">
              <w:t>biosecurity policies and practices.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19D3F53D" w14:textId="77777777" w:rsidR="00677BE4" w:rsidRPr="00677BE4" w:rsidRDefault="00677BE4" w:rsidP="00677BE4">
            <w:pPr>
              <w:rPr>
                <w:lang w:eastAsia="en-US"/>
              </w:rPr>
            </w:pPr>
            <w:r w:rsidRPr="00677BE4">
              <w:rPr>
                <w:lang w:eastAsia="en-US"/>
              </w:rPr>
              <w:t xml:space="preserve">Assessment of the skills in this unit of competency must take place under the following conditions: </w:t>
            </w:r>
          </w:p>
          <w:p w14:paraId="7373D363" w14:textId="77777777" w:rsidR="00677BE4" w:rsidRPr="00677BE4" w:rsidRDefault="00677BE4" w:rsidP="00305AC8">
            <w:pPr>
              <w:pStyle w:val="SIBulletList1"/>
            </w:pPr>
            <w:r w:rsidRPr="00677BE4" w:rsidDel="00911F6D">
              <w:t xml:space="preserve"> </w:t>
            </w:r>
            <w:r w:rsidRPr="00677BE4">
              <w:t>physical conditions:</w:t>
            </w:r>
          </w:p>
          <w:p w14:paraId="3D817FF1" w14:textId="2223707E" w:rsidR="00677BE4" w:rsidRPr="00677BE4" w:rsidRDefault="00677BE4" w:rsidP="00305AC8">
            <w:pPr>
              <w:pStyle w:val="SIBulletList2"/>
              <w:rPr>
                <w:rFonts w:eastAsia="Calibri"/>
              </w:rPr>
            </w:pPr>
            <w:r w:rsidRPr="00677BE4">
              <w:t xml:space="preserve">skills must be demonstrated in on farm with paddocks of </w:t>
            </w:r>
            <w:r>
              <w:t xml:space="preserve">agriculture crop ready for harvest </w:t>
            </w:r>
            <w:r w:rsidRPr="00677BE4">
              <w:t>or an environment that accurately represents workplace conditions</w:t>
            </w:r>
          </w:p>
          <w:p w14:paraId="2C160782" w14:textId="77777777" w:rsidR="00677BE4" w:rsidRPr="00677BE4" w:rsidRDefault="00677BE4" w:rsidP="00305AC8">
            <w:pPr>
              <w:pStyle w:val="SIBulletList1"/>
            </w:pPr>
            <w:r w:rsidRPr="00677BE4">
              <w:t>resources, equipment and materials:</w:t>
            </w:r>
          </w:p>
          <w:p w14:paraId="642AE097" w14:textId="593837EA" w:rsidR="00677BE4" w:rsidRPr="00677BE4" w:rsidRDefault="00677BE4" w:rsidP="00305AC8">
            <w:pPr>
              <w:pStyle w:val="SIBulletList2"/>
              <w:rPr>
                <w:rFonts w:eastAsia="Calibri"/>
              </w:rPr>
            </w:pPr>
            <w:r w:rsidRPr="00677BE4">
              <w:rPr>
                <w:rFonts w:eastAsia="Calibri"/>
              </w:rPr>
              <w:t xml:space="preserve">access to </w:t>
            </w:r>
            <w:r>
              <w:rPr>
                <w:rFonts w:eastAsia="Calibri"/>
              </w:rPr>
              <w:t>harvestable crop</w:t>
            </w:r>
          </w:p>
          <w:p w14:paraId="5BF6DCF1" w14:textId="5CC5EDF0" w:rsidR="00677BE4" w:rsidRPr="00677BE4" w:rsidRDefault="00677BE4" w:rsidP="00305AC8">
            <w:pPr>
              <w:pStyle w:val="SIBulletList2"/>
              <w:rPr>
                <w:rFonts w:eastAsia="Calibri"/>
              </w:rPr>
            </w:pPr>
            <w:r w:rsidRPr="00677BE4">
              <w:t xml:space="preserve">use of </w:t>
            </w:r>
            <w:r>
              <w:t xml:space="preserve">harvesting </w:t>
            </w:r>
            <w:r w:rsidRPr="00677BE4">
              <w:t>tools, equipment and machinery</w:t>
            </w:r>
          </w:p>
          <w:p w14:paraId="2886EC75" w14:textId="77777777" w:rsidR="00677BE4" w:rsidRPr="00305AC8" w:rsidRDefault="00677BE4" w:rsidP="00305AC8">
            <w:pPr>
              <w:pStyle w:val="SIBulletList2"/>
              <w:rPr>
                <w:rFonts w:eastAsia="Calibri"/>
              </w:rPr>
            </w:pPr>
            <w:r w:rsidRPr="00677BE4">
              <w:t>use of personal protective equipment</w:t>
            </w:r>
          </w:p>
          <w:p w14:paraId="3045F98A" w14:textId="0782E573" w:rsidR="00677BE4" w:rsidRPr="00677BE4" w:rsidRDefault="00677BE4" w:rsidP="00305AC8">
            <w:pPr>
              <w:pStyle w:val="SIBulletList2"/>
              <w:rPr>
                <w:rFonts w:eastAsia="Calibri"/>
              </w:rPr>
            </w:pPr>
            <w:r>
              <w:lastRenderedPageBreak/>
              <w:t>crop sampling equipment</w:t>
            </w:r>
          </w:p>
          <w:p w14:paraId="5B2A155A" w14:textId="77777777" w:rsidR="00677BE4" w:rsidRPr="00677BE4" w:rsidRDefault="00677BE4" w:rsidP="00305AC8">
            <w:pPr>
              <w:pStyle w:val="SIBulletList1"/>
              <w:rPr>
                <w:rFonts w:eastAsia="Calibri"/>
              </w:rPr>
            </w:pPr>
            <w:r w:rsidRPr="00677BE4">
              <w:rPr>
                <w:rFonts w:eastAsia="Calibri"/>
              </w:rPr>
              <w:t>specifications:</w:t>
            </w:r>
          </w:p>
          <w:p w14:paraId="7881F728" w14:textId="1C6EE548" w:rsidR="00677BE4" w:rsidRPr="00677BE4" w:rsidRDefault="00677BE4" w:rsidP="00305AC8">
            <w:pPr>
              <w:pStyle w:val="SIBulletList2"/>
              <w:rPr>
                <w:rFonts w:eastAsia="Calibri"/>
              </w:rPr>
            </w:pPr>
            <w:r w:rsidRPr="00677BE4">
              <w:rPr>
                <w:rFonts w:eastAsia="Calibri"/>
              </w:rPr>
              <w:t xml:space="preserve">use of workplace policies, procedures, processes for </w:t>
            </w:r>
            <w:r>
              <w:rPr>
                <w:rFonts w:eastAsia="Calibri"/>
              </w:rPr>
              <w:t>harvesting</w:t>
            </w:r>
          </w:p>
          <w:p w14:paraId="2CF3B517" w14:textId="77777777" w:rsidR="00677BE4" w:rsidRPr="00677BE4" w:rsidRDefault="00677BE4" w:rsidP="00305AC8">
            <w:pPr>
              <w:pStyle w:val="SIBulletList2"/>
              <w:rPr>
                <w:rFonts w:eastAsia="Calibri"/>
              </w:rPr>
            </w:pPr>
            <w:r w:rsidRPr="00677BE4">
              <w:rPr>
                <w:rFonts w:eastAsia="Calibri"/>
              </w:rPr>
              <w:t>use of manufacturer operating instructions for tools, equipment and machinery</w:t>
            </w:r>
          </w:p>
          <w:p w14:paraId="27C9B998" w14:textId="400F8B5A" w:rsidR="00677BE4" w:rsidRPr="00677BE4" w:rsidRDefault="00677BE4" w:rsidP="00305AC8">
            <w:pPr>
              <w:pStyle w:val="SIBulletList2"/>
            </w:pPr>
            <w:r w:rsidRPr="00305AC8">
              <w:rPr>
                <w:rFonts w:eastAsia="Calibri"/>
              </w:rPr>
              <w:t>use of crop harvest specifications.</w:t>
            </w:r>
          </w:p>
          <w:p w14:paraId="00E1BC83" w14:textId="77777777" w:rsidR="00677BE4" w:rsidRPr="00677BE4" w:rsidRDefault="00677BE4" w:rsidP="00677BE4">
            <w:pPr>
              <w:rPr>
                <w:lang w:eastAsia="en-US"/>
              </w:rPr>
            </w:pPr>
          </w:p>
          <w:p w14:paraId="408F0CDB" w14:textId="21483FED" w:rsidR="00DA54B5" w:rsidRPr="00DA54B5" w:rsidRDefault="00677BE4" w:rsidP="00677BE4">
            <w:pPr>
              <w:rPr>
                <w:rStyle w:val="SITemporaryText-red"/>
                <w:rFonts w:eastAsia="Calibri"/>
              </w:rPr>
            </w:pPr>
            <w:r w:rsidRPr="00677BE4">
              <w:t>Assessors of this unit must satisfy the requirements for assessors in applicable vocational education and training legislation, frameworks and/or standards.</w:t>
            </w:r>
            <w:r w:rsidRPr="00DA54B5" w:rsidDel="00677BE4">
              <w:rPr>
                <w:rStyle w:val="SITemporaryText-red"/>
              </w:rPr>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9620AB"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21-01-04T15:32:00Z" w:initials="RB">
    <w:p w14:paraId="601E7C0A" w14:textId="77777777" w:rsidR="00305AC8" w:rsidRDefault="00305AC8">
      <w:r>
        <w:annotationRef/>
      </w:r>
      <w:r>
        <w:t>Is this sufficient or should there be a number of specific crops?</w:t>
      </w:r>
      <w:r w:rsidR="006C6246">
        <w:t xml:space="preserve"> If so what type:</w:t>
      </w:r>
    </w:p>
    <w:p w14:paraId="6B38F027" w14:textId="18592E79" w:rsidR="006C6246" w:rsidRDefault="006C6246">
      <w:r>
        <w:t>Seed harvest, grain harvest, other crop peanuts?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38F0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38F027" w16cid:durableId="23B2E8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7A176" w14:textId="77777777" w:rsidR="009620AB" w:rsidRDefault="009620AB" w:rsidP="00BF3F0A">
      <w:r>
        <w:separator/>
      </w:r>
    </w:p>
    <w:p w14:paraId="0E5A27BA" w14:textId="77777777" w:rsidR="009620AB" w:rsidRDefault="009620AB"/>
  </w:endnote>
  <w:endnote w:type="continuationSeparator" w:id="0">
    <w:p w14:paraId="6CA75337" w14:textId="77777777" w:rsidR="009620AB" w:rsidRDefault="009620AB" w:rsidP="00BF3F0A">
      <w:r>
        <w:continuationSeparator/>
      </w:r>
    </w:p>
    <w:p w14:paraId="6A306614" w14:textId="77777777" w:rsidR="009620AB" w:rsidRDefault="00962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A4173">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8C4EF" w14:textId="77777777" w:rsidR="009620AB" w:rsidRDefault="009620AB" w:rsidP="00BF3F0A">
      <w:r>
        <w:separator/>
      </w:r>
    </w:p>
    <w:p w14:paraId="43D7E867" w14:textId="77777777" w:rsidR="009620AB" w:rsidRDefault="009620AB"/>
  </w:footnote>
  <w:footnote w:type="continuationSeparator" w:id="0">
    <w:p w14:paraId="6C508801" w14:textId="77777777" w:rsidR="009620AB" w:rsidRDefault="009620AB" w:rsidP="00BF3F0A">
      <w:r>
        <w:continuationSeparator/>
      </w:r>
    </w:p>
    <w:p w14:paraId="687E892B" w14:textId="77777777" w:rsidR="009620AB" w:rsidRDefault="00962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6B4D22EA" w:rsidR="009C2650" w:rsidRPr="0022447A" w:rsidRDefault="0022447A" w:rsidP="0022447A">
    <w:r w:rsidRPr="0022447A">
      <w:rPr>
        <w:lang w:eastAsia="en-US"/>
      </w:rPr>
      <w:t>AHCBAC308 Undertake agricultural crop harvesting activities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4B64"/>
    <w:rsid w:val="00005A15"/>
    <w:rsid w:val="00006AAB"/>
    <w:rsid w:val="0001108F"/>
    <w:rsid w:val="000115E2"/>
    <w:rsid w:val="00011B2B"/>
    <w:rsid w:val="000126D0"/>
    <w:rsid w:val="0001296A"/>
    <w:rsid w:val="00016803"/>
    <w:rsid w:val="00023992"/>
    <w:rsid w:val="000275AE"/>
    <w:rsid w:val="00041E59"/>
    <w:rsid w:val="00060A2F"/>
    <w:rsid w:val="00063460"/>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F1B7C"/>
    <w:rsid w:val="000F29F2"/>
    <w:rsid w:val="00101659"/>
    <w:rsid w:val="00105AEA"/>
    <w:rsid w:val="001078BF"/>
    <w:rsid w:val="00133957"/>
    <w:rsid w:val="001372F6"/>
    <w:rsid w:val="00144385"/>
    <w:rsid w:val="00146EEC"/>
    <w:rsid w:val="00151D55"/>
    <w:rsid w:val="00151D93"/>
    <w:rsid w:val="00156EF3"/>
    <w:rsid w:val="00176E4F"/>
    <w:rsid w:val="00183B41"/>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47A"/>
    <w:rsid w:val="00233143"/>
    <w:rsid w:val="00234444"/>
    <w:rsid w:val="00242293"/>
    <w:rsid w:val="002422BC"/>
    <w:rsid w:val="00244EA7"/>
    <w:rsid w:val="00250038"/>
    <w:rsid w:val="00255CEA"/>
    <w:rsid w:val="00262FC3"/>
    <w:rsid w:val="0026394F"/>
    <w:rsid w:val="00267AF6"/>
    <w:rsid w:val="00276DB8"/>
    <w:rsid w:val="00282664"/>
    <w:rsid w:val="00285EC8"/>
    <w:rsid w:val="00285FB8"/>
    <w:rsid w:val="002970C3"/>
    <w:rsid w:val="002A4CD3"/>
    <w:rsid w:val="002A6CC4"/>
    <w:rsid w:val="002C55E9"/>
    <w:rsid w:val="002D0C8B"/>
    <w:rsid w:val="002D24DE"/>
    <w:rsid w:val="002D330A"/>
    <w:rsid w:val="002E170C"/>
    <w:rsid w:val="002E193E"/>
    <w:rsid w:val="00305AC8"/>
    <w:rsid w:val="00305EFF"/>
    <w:rsid w:val="00310A6A"/>
    <w:rsid w:val="003144E6"/>
    <w:rsid w:val="00337E82"/>
    <w:rsid w:val="00346FDC"/>
    <w:rsid w:val="00350BB1"/>
    <w:rsid w:val="00352C83"/>
    <w:rsid w:val="00361AC6"/>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A7DC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1D70"/>
    <w:rsid w:val="005A3AA5"/>
    <w:rsid w:val="005A6C9C"/>
    <w:rsid w:val="005A74DC"/>
    <w:rsid w:val="005B5146"/>
    <w:rsid w:val="005B7490"/>
    <w:rsid w:val="005C5FA2"/>
    <w:rsid w:val="005C62B3"/>
    <w:rsid w:val="005D1AFD"/>
    <w:rsid w:val="005D5D2C"/>
    <w:rsid w:val="005E51E6"/>
    <w:rsid w:val="005F027A"/>
    <w:rsid w:val="005F33CC"/>
    <w:rsid w:val="005F771F"/>
    <w:rsid w:val="00607B17"/>
    <w:rsid w:val="006121D4"/>
    <w:rsid w:val="00613B49"/>
    <w:rsid w:val="00616845"/>
    <w:rsid w:val="00620E8E"/>
    <w:rsid w:val="00633CFE"/>
    <w:rsid w:val="00634FCA"/>
    <w:rsid w:val="00637A8D"/>
    <w:rsid w:val="00643D1B"/>
    <w:rsid w:val="006452B8"/>
    <w:rsid w:val="00650408"/>
    <w:rsid w:val="00652E62"/>
    <w:rsid w:val="00677BE4"/>
    <w:rsid w:val="00682D0D"/>
    <w:rsid w:val="00686A49"/>
    <w:rsid w:val="00687B62"/>
    <w:rsid w:val="00690C44"/>
    <w:rsid w:val="006969D9"/>
    <w:rsid w:val="006A2B68"/>
    <w:rsid w:val="006C2F32"/>
    <w:rsid w:val="006C6246"/>
    <w:rsid w:val="006D1AF9"/>
    <w:rsid w:val="006D38C3"/>
    <w:rsid w:val="006D4448"/>
    <w:rsid w:val="006D6DFD"/>
    <w:rsid w:val="006E2C4D"/>
    <w:rsid w:val="006E42FE"/>
    <w:rsid w:val="006F0D02"/>
    <w:rsid w:val="006F10FE"/>
    <w:rsid w:val="006F1D21"/>
    <w:rsid w:val="006F2BEB"/>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D10"/>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03ED"/>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7A24"/>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45124"/>
    <w:rsid w:val="009527CB"/>
    <w:rsid w:val="00953835"/>
    <w:rsid w:val="00960F6C"/>
    <w:rsid w:val="009620AB"/>
    <w:rsid w:val="00970747"/>
    <w:rsid w:val="00981203"/>
    <w:rsid w:val="00997BFC"/>
    <w:rsid w:val="009A5900"/>
    <w:rsid w:val="009A6E6C"/>
    <w:rsid w:val="009A6F3F"/>
    <w:rsid w:val="009A71BE"/>
    <w:rsid w:val="009B331A"/>
    <w:rsid w:val="009C2650"/>
    <w:rsid w:val="009D15E2"/>
    <w:rsid w:val="009D15FE"/>
    <w:rsid w:val="009D5D2C"/>
    <w:rsid w:val="009F0DCC"/>
    <w:rsid w:val="009F11CA"/>
    <w:rsid w:val="00A0695B"/>
    <w:rsid w:val="00A13052"/>
    <w:rsid w:val="00A174F4"/>
    <w:rsid w:val="00A216A8"/>
    <w:rsid w:val="00A223A6"/>
    <w:rsid w:val="00A3420C"/>
    <w:rsid w:val="00A3639E"/>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16E2"/>
    <w:rsid w:val="00AC4C98"/>
    <w:rsid w:val="00AC5F6B"/>
    <w:rsid w:val="00AD3896"/>
    <w:rsid w:val="00AD5B47"/>
    <w:rsid w:val="00AE1ED9"/>
    <w:rsid w:val="00AE32CB"/>
    <w:rsid w:val="00AF3957"/>
    <w:rsid w:val="00B0712C"/>
    <w:rsid w:val="00B12013"/>
    <w:rsid w:val="00B22C67"/>
    <w:rsid w:val="00B27EF2"/>
    <w:rsid w:val="00B3508F"/>
    <w:rsid w:val="00B443EE"/>
    <w:rsid w:val="00B45138"/>
    <w:rsid w:val="00B560C8"/>
    <w:rsid w:val="00B61150"/>
    <w:rsid w:val="00B61EDA"/>
    <w:rsid w:val="00B65BC7"/>
    <w:rsid w:val="00B746B9"/>
    <w:rsid w:val="00B848D4"/>
    <w:rsid w:val="00B865B7"/>
    <w:rsid w:val="00B960E5"/>
    <w:rsid w:val="00BA1CB1"/>
    <w:rsid w:val="00BA4178"/>
    <w:rsid w:val="00BA482D"/>
    <w:rsid w:val="00BB1755"/>
    <w:rsid w:val="00BB23F4"/>
    <w:rsid w:val="00BC5075"/>
    <w:rsid w:val="00BC5419"/>
    <w:rsid w:val="00BC6A0D"/>
    <w:rsid w:val="00BD3B0F"/>
    <w:rsid w:val="00BE5889"/>
    <w:rsid w:val="00BE7C46"/>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32CC2"/>
    <w:rsid w:val="00D54C76"/>
    <w:rsid w:val="00D632BB"/>
    <w:rsid w:val="00D71E43"/>
    <w:rsid w:val="00D727F3"/>
    <w:rsid w:val="00D73695"/>
    <w:rsid w:val="00D810DE"/>
    <w:rsid w:val="00D87D32"/>
    <w:rsid w:val="00D91188"/>
    <w:rsid w:val="00D92C83"/>
    <w:rsid w:val="00DA0A81"/>
    <w:rsid w:val="00DA3C10"/>
    <w:rsid w:val="00DA4173"/>
    <w:rsid w:val="00DA53B5"/>
    <w:rsid w:val="00DA54B5"/>
    <w:rsid w:val="00DB5AAA"/>
    <w:rsid w:val="00DC1D6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350697BD-804A-4AB6-A191-E4C44635A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837485-F97E-4567-9C31-C90B0CC78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230</TotalTime>
  <Pages>4</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45</cp:revision>
  <cp:lastPrinted>2016-05-27T05:21:00Z</cp:lastPrinted>
  <dcterms:created xsi:type="dcterms:W3CDTF">2020-08-25T06:08:00Z</dcterms:created>
  <dcterms:modified xsi:type="dcterms:W3CDTF">2021-01-20T06:35:00Z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